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34D5">
        <w:rPr>
          <w:rFonts w:ascii="Arial" w:hAnsi="Arial" w:cs="Arial"/>
          <w:b/>
          <w:caps/>
          <w:sz w:val="28"/>
          <w:szCs w:val="28"/>
        </w:rPr>
        <w:t>1804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E34D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34D5">
              <w:rPr>
                <w:rFonts w:ascii="Arial" w:hAnsi="Arial" w:cs="Arial"/>
                <w:sz w:val="20"/>
                <w:szCs w:val="20"/>
              </w:rPr>
              <w:t>Solicita manutenção da Estrada do Rio Comprido, no Bairro Varadouro.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E34D5">
        <w:rPr>
          <w:rFonts w:ascii="Arial" w:hAnsi="Arial" w:cs="Arial"/>
        </w:rPr>
        <w:t>à</w:t>
      </w:r>
      <w:r w:rsidR="001E34D5" w:rsidRPr="001E34D5">
        <w:rPr>
          <w:rFonts w:ascii="Arial" w:hAnsi="Arial" w:cs="Arial"/>
        </w:rPr>
        <w:t xml:space="preserve"> manutenção da Estrada do Rio Comprido, no Bairro Varadouro.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E34D5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E34D5">
        <w:rPr>
          <w:rFonts w:ascii="Arial" w:hAnsi="Arial" w:cs="Arial"/>
        </w:rPr>
        <w:t>15 de agosto de 2018.</w:t>
      </w:r>
    </w:p>
    <w:p w:rsidR="001E34D5" w:rsidRDefault="001E34D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34D5" w:rsidRDefault="001E34D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34D5" w:rsidRDefault="001E34D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34D5" w:rsidRPr="00A34F2C" w:rsidRDefault="001E34D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E34D5" w:rsidRDefault="001E34D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1E34D5" w:rsidRDefault="001E34D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E34D5" w:rsidRPr="00A34F2C" w:rsidRDefault="001E34D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E34D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8EB" w:rsidRDefault="005348EB">
      <w:r>
        <w:separator/>
      </w:r>
    </w:p>
  </w:endnote>
  <w:endnote w:type="continuationSeparator" w:id="0">
    <w:p w:rsidR="005348EB" w:rsidRDefault="0053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8EB" w:rsidRDefault="005348EB">
      <w:r>
        <w:separator/>
      </w:r>
    </w:p>
  </w:footnote>
  <w:footnote w:type="continuationSeparator" w:id="0">
    <w:p w:rsidR="005348EB" w:rsidRDefault="00534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3E9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E34D5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33E9C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48EB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2E361-4AA8-44D7-82AB-F6CF7A0D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2018-08-14T11:00:00Z</cp:lastPrinted>
  <dcterms:created xsi:type="dcterms:W3CDTF">2018-08-14T11:00:00Z</dcterms:created>
  <dcterms:modified xsi:type="dcterms:W3CDTF">2018-08-14T11:00:00Z</dcterms:modified>
</cp:coreProperties>
</file>